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DEA35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988979" w14:textId="491FE4B9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95037242AF0B874FB7C70E5776DC7E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1-30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E35171">
                  <w:rPr>
                    <w:rStyle w:val="Dokumentdatum"/>
                  </w:rPr>
                  <w:t>30. November 2023</w:t>
                </w:r>
              </w:sdtContent>
            </w:sdt>
          </w:p>
        </w:tc>
      </w:tr>
      <w:tr w:rsidR="0099106C" w:rsidRPr="00D5446F" w14:paraId="582BFA0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12D769B" w14:textId="43CF9720" w:rsidR="0099106C" w:rsidRPr="00D5446F" w:rsidRDefault="0099106C" w:rsidP="0099106C">
            <w:pPr>
              <w:pStyle w:val="Betreff"/>
            </w:pPr>
            <w:r>
              <w:t>An issue close to our hearts: GEZE donates 100,000 euros to UNICEF disaster relief</w:t>
            </w:r>
          </w:p>
        </w:tc>
      </w:tr>
    </w:tbl>
    <w:p w14:paraId="716CAFB3" w14:textId="77777777" w:rsidR="00310490" w:rsidRPr="00D43B62" w:rsidRDefault="00310490" w:rsidP="003104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719D66FA" w14:textId="77777777" w:rsidR="00310490" w:rsidRPr="00B46C54" w:rsidRDefault="00310490" w:rsidP="00310490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3E8475E3" w14:textId="77777777" w:rsidR="00310490" w:rsidRDefault="00310490" w:rsidP="00310490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</w:t>
      </w:r>
      <w:r>
        <w:rPr>
          <w:color w:val="002264"/>
          <w:shd w:val="clear" w:color="auto" w:fill="FFFFFF"/>
        </w:rPr>
        <w:t>+49 7152 203 6372</w:t>
      </w:r>
    </w:p>
    <w:p w14:paraId="7AAB630C" w14:textId="0F743FB1" w:rsidR="00310490" w:rsidRDefault="00310490" w:rsidP="00310490">
      <w:pPr>
        <w:pStyle w:val="Margin"/>
        <w:framePr w:h="1478" w:hRule="exact" w:wrap="around" w:x="8780" w:y="4022"/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</w:t>
      </w:r>
      <w:hyperlink r:id="rId9" w:tgtFrame="_blank" w:history="1">
        <w:r>
          <w:rPr>
            <w:color w:val="002364"/>
          </w:rPr>
          <w:t>a.staiber@geze.com</w:t>
        </w:r>
      </w:hyperlink>
    </w:p>
    <w:p w14:paraId="31A47B5D" w14:textId="77777777" w:rsidR="00104446" w:rsidRPr="00310490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2A2FF27" w14:textId="77777777" w:rsidTr="0099106C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E1D5E2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B2B17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D4E5F1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104446" w14:paraId="0D6978FA" w14:textId="77777777" w:rsidTr="0099106C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233011" w14:textId="4BE37ACD" w:rsidR="00104446" w:rsidRDefault="0099106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70EADADE" wp14:editId="170A8A8B">
                  <wp:extent cx="2158535" cy="1440000"/>
                  <wp:effectExtent l="0" t="0" r="635" b="0"/>
                  <wp:docPr id="833493941" name="Grafik 1" descr="Ein Bild, das Kleidung, Menschliches Gesicht, Person, Himm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493941" name="Grafik 1" descr="Ein Bild, das Kleidung, Menschliches Gesicht, Person, Himmel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53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5B601C9" w14:textId="4F478E9F" w:rsidR="0099106C" w:rsidRPr="0099106C" w:rsidRDefault="0099106C" w:rsidP="0099106C">
            <w:pPr>
              <w:pStyle w:val="Vorspann"/>
              <w:rPr>
                <w:b w:val="0"/>
                <w:bCs/>
                <w:color w:val="002060"/>
                <w:sz w:val="20"/>
                <w:szCs w:val="20"/>
              </w:rPr>
            </w:pPr>
            <w:r>
              <w:rPr>
                <w:b w:val="0"/>
                <w:color w:val="002060"/>
                <w:sz w:val="20"/>
              </w:rPr>
              <w:t>GEZE donates 100,000 euros to UNICEF disaster relief for the Christmas celebration.</w:t>
            </w:r>
          </w:p>
          <w:p w14:paraId="5AF7DF28" w14:textId="3A16548A" w:rsidR="00104446" w:rsidRPr="0099106C" w:rsidRDefault="00104446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38F059" w14:textId="55F6C3FB" w:rsidR="00104446" w:rsidRPr="00104446" w:rsidRDefault="0099106C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UNICEF</w:t>
            </w:r>
          </w:p>
        </w:tc>
      </w:tr>
      <w:tr w:rsidR="00862803" w14:paraId="4D1C9E2A" w14:textId="77777777" w:rsidTr="0099106C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252BF00" w14:textId="2E220D7A" w:rsidR="00862803" w:rsidRDefault="0099106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6B6BBEFC" wp14:editId="3C5153D9">
                  <wp:extent cx="2157658" cy="1440000"/>
                  <wp:effectExtent l="0" t="0" r="1905" b="0"/>
                  <wp:docPr id="1365118621" name="Grafik 2" descr="Ein Bild, das draußen, Himmel, Kleidun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118621" name="Grafik 2" descr="Ein Bild, das draußen, Himmel, Kleidung, Perso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65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B7634F8" w14:textId="4D9811D5" w:rsidR="00862803" w:rsidRPr="0099106C" w:rsidRDefault="0099106C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</w:rPr>
              <w:t>UNICEF’s disaster relief organisation delivers rapid and comprehensive humanitarian assistance in areas worldwide suffering from acute crises and catastrophes.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DB035B" w14:textId="323F294D" w:rsidR="00862803" w:rsidRPr="00104446" w:rsidRDefault="009910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44546A" w:themeColor="text2"/>
                <w:sz w:val="20"/>
              </w:rPr>
              <w:t>UNICEF</w:t>
            </w:r>
          </w:p>
        </w:tc>
      </w:tr>
      <w:tr w:rsidR="00862803" w14:paraId="1FFDD907" w14:textId="77777777" w:rsidTr="0099106C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DEC7E82" w14:textId="68E656C9" w:rsidR="00862803" w:rsidRDefault="0099106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lastRenderedPageBreak/>
              <w:drawing>
                <wp:inline distT="0" distB="0" distL="0" distR="0" wp14:anchorId="679C440B" wp14:editId="3C204058">
                  <wp:extent cx="2035167" cy="1440000"/>
                  <wp:effectExtent l="0" t="0" r="0" b="0"/>
                  <wp:docPr id="88092401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924018" name="Grafik 88092401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16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15C88A" w14:textId="77777777" w:rsidR="00862803" w:rsidRDefault="0099106C" w:rsidP="00862803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</w:rPr>
              <w:t>Social engagement during the Christmas season under the motto of “Donations instead of Gifts” is a long-standing tradition at GEZE.</w:t>
            </w:r>
          </w:p>
          <w:p w14:paraId="443D745A" w14:textId="77777777" w:rsidR="0099106C" w:rsidRDefault="0099106C" w:rsidP="00862803">
            <w:pPr>
              <w:rPr>
                <w:rFonts w:cs="Arial"/>
                <w:color w:val="002060"/>
                <w:sz w:val="20"/>
                <w:szCs w:val="20"/>
              </w:rPr>
            </w:pPr>
          </w:p>
          <w:p w14:paraId="54BE257B" w14:textId="3F39A506" w:rsidR="0099106C" w:rsidRPr="0099106C" w:rsidRDefault="0099106C" w:rsidP="00862803">
            <w:pPr>
              <w:rPr>
                <w:rFonts w:cs="Arial"/>
                <w:color w:val="002364"/>
                <w:sz w:val="16"/>
                <w:szCs w:val="16"/>
              </w:rPr>
            </w:pPr>
            <w:r>
              <w:rPr>
                <w:color w:val="002060"/>
                <w:sz w:val="16"/>
              </w:rPr>
              <w:t>(This image was created by children of GEZE’s employees during an internal company drawing contest.)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B0BAE0" w14:textId="3DB5E2B6" w:rsidR="00862803" w:rsidRPr="00104446" w:rsidRDefault="009910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</w:tbl>
    <w:p w14:paraId="7AE5891C" w14:textId="77777777" w:rsidR="008F511E" w:rsidRPr="008F511E" w:rsidRDefault="008F511E" w:rsidP="00095819"/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F0AA" w14:textId="77777777" w:rsidR="00C614BD" w:rsidRDefault="00C614BD" w:rsidP="008D6134">
      <w:pPr>
        <w:spacing w:line="240" w:lineRule="auto"/>
      </w:pPr>
      <w:r>
        <w:separator/>
      </w:r>
    </w:p>
  </w:endnote>
  <w:endnote w:type="continuationSeparator" w:id="0">
    <w:p w14:paraId="0B02392D" w14:textId="77777777" w:rsidR="00C614BD" w:rsidRDefault="00C614B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E570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670B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87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01A4C" w14:textId="77777777" w:rsidR="00C614BD" w:rsidRDefault="00C614BD" w:rsidP="008D6134">
      <w:pPr>
        <w:spacing w:line="240" w:lineRule="auto"/>
      </w:pPr>
      <w:r>
        <w:separator/>
      </w:r>
    </w:p>
  </w:footnote>
  <w:footnote w:type="continuationSeparator" w:id="0">
    <w:p w14:paraId="61C0D65C" w14:textId="77777777" w:rsidR="00C614BD" w:rsidRDefault="00C614B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0C30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9106C" w14:paraId="026373E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280CDC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1472E16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61731A" w14:textId="36954DD0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E35171">
            <w:t xml:space="preserve">Press </w:t>
          </w:r>
          <w:r>
            <w:fldChar w:fldCharType="end"/>
          </w:r>
          <w:r>
            <w:t>Photos</w:t>
          </w:r>
        </w:p>
        <w:p w14:paraId="018989AA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CC0416" w14:textId="77777777" w:rsidTr="00B556B7">
      <w:trPr>
        <w:trHeight w:hRule="exact" w:val="215"/>
      </w:trPr>
      <w:tc>
        <w:tcPr>
          <w:tcW w:w="7359" w:type="dxa"/>
        </w:tcPr>
        <w:p w14:paraId="163CF692" w14:textId="0DAEC38C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11-30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E35171">
                <w:t>30.11.2023</w:t>
              </w:r>
            </w:sdtContent>
          </w:sdt>
        </w:p>
      </w:tc>
    </w:tr>
  </w:tbl>
  <w:p w14:paraId="1CC5954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62FD69E9" w14:textId="77777777" w:rsidR="00742404" w:rsidRDefault="00D263AB">
    <w:pPr>
      <w:pStyle w:val="Kopfzeile"/>
    </w:pPr>
    <w:r>
      <w:rPr>
        <w:noProof/>
      </w:rPr>
      <w:drawing>
        <wp:anchor distT="0" distB="0" distL="114300" distR="114300" simplePos="0" relativeHeight="251669504" behindDoc="1" locked="1" layoutInCell="1" allowOverlap="1" wp14:anchorId="1E786076" wp14:editId="0B19492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891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9106C" w14:paraId="499489E4" w14:textId="77777777" w:rsidTr="005A529F">
      <w:trPr>
        <w:trHeight w:hRule="exact" w:val="198"/>
      </w:trPr>
      <w:tc>
        <w:tcPr>
          <w:tcW w:w="7371" w:type="dxa"/>
        </w:tcPr>
        <w:p w14:paraId="29BCC31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0"/>
        </w:p>
      </w:tc>
    </w:tr>
    <w:tr w:rsidR="005A4E09" w:rsidRPr="005A4E09" w14:paraId="1C74CCD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27ACF6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>
            <w:t>photos</w:t>
          </w:r>
        </w:p>
      </w:tc>
    </w:tr>
  </w:tbl>
  <w:p w14:paraId="47E2FCB7" w14:textId="77777777" w:rsidR="00095819" w:rsidRDefault="00733AFD">
    <w:pPr>
      <w:pStyle w:val="Kopfzeile"/>
    </w:pPr>
    <w:r>
      <w:rPr>
        <w:noProof/>
      </w:rPr>
      <w:drawing>
        <wp:anchor distT="0" distB="0" distL="114300" distR="114300" simplePos="0" relativeHeight="251671552" behindDoc="1" locked="1" layoutInCell="1" allowOverlap="1" wp14:anchorId="64188FDF" wp14:editId="1D544005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1" layoutInCell="1" allowOverlap="1" wp14:anchorId="4428C9C5" wp14:editId="6BD16F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A0C8F5" wp14:editId="1F4A50F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7D3B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1111E80" wp14:editId="08CBD74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DC31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90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66C17"/>
    <w:rsid w:val="0029378C"/>
    <w:rsid w:val="00295C6C"/>
    <w:rsid w:val="002A2B85"/>
    <w:rsid w:val="002D4EAE"/>
    <w:rsid w:val="003023FF"/>
    <w:rsid w:val="00310490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106C"/>
    <w:rsid w:val="0099368D"/>
    <w:rsid w:val="009A4C91"/>
    <w:rsid w:val="009D50B5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275FE"/>
    <w:rsid w:val="00C3654A"/>
    <w:rsid w:val="00C405F5"/>
    <w:rsid w:val="00C4274B"/>
    <w:rsid w:val="00C614BD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35171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A8F5D"/>
  <w15:docId w15:val="{B7280F56-B1EE-5B4E-8A08-8AD84908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037242AF0B874FB7C70E5776DC7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197206-761C-B842-8A0B-749DB556382B}"/>
      </w:docPartPr>
      <w:docPartBody>
        <w:p w:rsidR="000E11BF" w:rsidRDefault="00000000">
          <w:pPr>
            <w:pStyle w:val="95037242AF0B874FB7C70E5776DC7E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08"/>
    <w:rsid w:val="000E11BF"/>
    <w:rsid w:val="005723CA"/>
    <w:rsid w:val="007371B6"/>
    <w:rsid w:val="00C2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5037242AF0B874FB7C70E5776DC7ECC">
    <w:name w:val="95037242AF0B874FB7C70E5776DC7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(8).dotx</Template>
  <TotalTime>0</TotalTime>
  <Pages>2</Pages>
  <Words>111</Words>
  <Characters>672</Characters>
  <Application>Microsoft Office Word</Application>
  <DocSecurity>0</DocSecurity>
  <Lines>13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 release· Office 2016;_x000d_
Version 1.0.0;_x000d_
26.11.2018</dc:description>
  <cp:lastModifiedBy>Jonathan Wurster</cp:lastModifiedBy>
  <cp:revision>3</cp:revision>
  <cp:lastPrinted>2019-11-28T10:39:00Z</cp:lastPrinted>
  <dcterms:created xsi:type="dcterms:W3CDTF">2023-11-23T16:24:00Z</dcterms:created>
  <dcterms:modified xsi:type="dcterms:W3CDTF">2023-11-30T08:37:00Z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